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AFECE" w14:textId="3F5356D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</w:t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nr </w:t>
      </w:r>
      <w:r w:rsidR="00F61A26" w:rsidRPr="00B169DF">
        <w:rPr>
          <w:rFonts w:ascii="Corbel" w:hAnsi="Corbel"/>
          <w:bCs/>
          <w:i/>
        </w:rPr>
        <w:t>7/2023</w:t>
      </w:r>
    </w:p>
    <w:p w14:paraId="1D1DCF8C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BAFF5DE" w14:textId="2C6E3622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1B726F">
        <w:rPr>
          <w:rFonts w:ascii="Corbel" w:hAnsi="Corbel"/>
          <w:i/>
          <w:smallCaps/>
          <w:sz w:val="24"/>
          <w:szCs w:val="24"/>
        </w:rPr>
        <w:t>2024-2027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780E7B" w14:textId="6F622E72" w:rsidR="0085747A" w:rsidRPr="00B169DF" w:rsidRDefault="0085747A" w:rsidP="008A6F46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40D04D70" w14:textId="081E7F3B" w:rsidR="00445970" w:rsidRPr="00B169DF" w:rsidRDefault="00445970" w:rsidP="008A6F46">
      <w:pPr>
        <w:spacing w:after="0" w:line="240" w:lineRule="exact"/>
        <w:ind w:left="3540" w:firstLine="429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 xml:space="preserve">Rok akademicki </w:t>
      </w:r>
      <w:r w:rsidR="001B726F">
        <w:rPr>
          <w:rFonts w:ascii="Corbel" w:hAnsi="Corbel"/>
          <w:sz w:val="20"/>
          <w:szCs w:val="20"/>
        </w:rPr>
        <w:t>2026/2027</w:t>
      </w:r>
    </w:p>
    <w:p w14:paraId="1237A9D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7B63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2DAE4864" w14:textId="77777777" w:rsidTr="00B819C8">
        <w:tc>
          <w:tcPr>
            <w:tcW w:w="2694" w:type="dxa"/>
            <w:vAlign w:val="center"/>
          </w:tcPr>
          <w:p w14:paraId="249255FD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F993F8" w14:textId="3AC01F62" w:rsidR="0085747A" w:rsidRPr="008A6F46" w:rsidRDefault="00C075E3" w:rsidP="00B70369">
            <w:pPr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F101E1">
              <w:rPr>
                <w:rFonts w:ascii="Corbel" w:hAnsi="Corbel" w:cs="Calibri"/>
                <w:sz w:val="24"/>
                <w:szCs w:val="24"/>
              </w:rPr>
              <w:t xml:space="preserve">Planowanie, realizacja i ocena efektów programów promocji </w:t>
            </w:r>
            <w:r w:rsidR="00A77C29" w:rsidRPr="00F101E1">
              <w:rPr>
                <w:rFonts w:ascii="Corbel" w:hAnsi="Corbel" w:cs="Calibri"/>
                <w:sz w:val="24"/>
                <w:szCs w:val="24"/>
              </w:rPr>
              <w:t>zdrowia</w:t>
            </w:r>
          </w:p>
        </w:tc>
      </w:tr>
      <w:tr w:rsidR="0085747A" w:rsidRPr="00B169DF" w14:paraId="64B09CCA" w14:textId="77777777" w:rsidTr="00B819C8">
        <w:tc>
          <w:tcPr>
            <w:tcW w:w="2694" w:type="dxa"/>
            <w:vAlign w:val="center"/>
          </w:tcPr>
          <w:p w14:paraId="121C001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3D45EE" w14:textId="1BC3C1AC" w:rsidR="0085747A" w:rsidRPr="008A6F46" w:rsidRDefault="00C075E3" w:rsidP="007059D4">
            <w:pPr>
              <w:spacing w:after="0" w:line="240" w:lineRule="auto"/>
              <w:rPr>
                <w:rFonts w:cs="Calibri"/>
                <w:lang w:eastAsia="pl-PL"/>
              </w:rPr>
            </w:pPr>
            <w:r>
              <w:rPr>
                <w:rFonts w:cs="Calibri"/>
              </w:rPr>
              <w:t>S1S[6]PZ_09</w:t>
            </w:r>
          </w:p>
        </w:tc>
      </w:tr>
      <w:tr w:rsidR="0085747A" w:rsidRPr="00B169DF" w14:paraId="368AA262" w14:textId="77777777" w:rsidTr="00B819C8">
        <w:tc>
          <w:tcPr>
            <w:tcW w:w="2694" w:type="dxa"/>
            <w:vAlign w:val="center"/>
          </w:tcPr>
          <w:p w14:paraId="667BEFB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A7FC66" w14:textId="718AF1DF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B7C3C5B" w14:textId="77777777" w:rsidTr="00B819C8">
        <w:tc>
          <w:tcPr>
            <w:tcW w:w="2694" w:type="dxa"/>
            <w:vAlign w:val="center"/>
          </w:tcPr>
          <w:p w14:paraId="7F844E7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C2DBF0" w14:textId="2DF90C7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="0085747A" w:rsidRPr="00B169DF" w14:paraId="428632F6" w14:textId="77777777" w:rsidTr="00B819C8">
        <w:tc>
          <w:tcPr>
            <w:tcW w:w="2694" w:type="dxa"/>
            <w:vAlign w:val="center"/>
          </w:tcPr>
          <w:p w14:paraId="68247BC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AD3990" w14:textId="3E88743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="0085747A" w:rsidRPr="00B169DF" w14:paraId="734D7E25" w14:textId="77777777" w:rsidTr="00B819C8">
        <w:tc>
          <w:tcPr>
            <w:tcW w:w="2694" w:type="dxa"/>
            <w:vAlign w:val="center"/>
          </w:tcPr>
          <w:p w14:paraId="315DE58E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3C386C" w14:textId="42FF58BB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B169DF" w14:paraId="5F22D17B" w14:textId="77777777" w:rsidTr="00B819C8">
        <w:tc>
          <w:tcPr>
            <w:tcW w:w="2694" w:type="dxa"/>
            <w:vAlign w:val="center"/>
          </w:tcPr>
          <w:p w14:paraId="7EED357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92950" w14:textId="3F1300FA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C2D0367" w14:textId="77777777" w:rsidTr="00B819C8">
        <w:tc>
          <w:tcPr>
            <w:tcW w:w="2694" w:type="dxa"/>
            <w:vAlign w:val="center"/>
          </w:tcPr>
          <w:p w14:paraId="55CB396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66A0A0" w14:textId="34B19D6E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0FEAEB17" w14:textId="77777777" w:rsidTr="00B819C8">
        <w:tc>
          <w:tcPr>
            <w:tcW w:w="2694" w:type="dxa"/>
            <w:vAlign w:val="center"/>
          </w:tcPr>
          <w:p w14:paraId="55E841D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328A28" w14:textId="529B6B6D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4D1750">
              <w:rPr>
                <w:rFonts w:ascii="Corbel" w:hAnsi="Corbel"/>
                <w:b w:val="0"/>
                <w:sz w:val="24"/>
                <w:szCs w:val="24"/>
              </w:rPr>
              <w:t>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8DB6E17" w14:textId="77777777" w:rsidTr="00B819C8">
        <w:tc>
          <w:tcPr>
            <w:tcW w:w="2694" w:type="dxa"/>
            <w:vAlign w:val="center"/>
          </w:tcPr>
          <w:p w14:paraId="42497A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EFE2C5" w14:textId="1FA2A6C6" w:rsidR="0085747A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B169DF" w14:paraId="58048C03" w14:textId="77777777" w:rsidTr="00B819C8">
        <w:tc>
          <w:tcPr>
            <w:tcW w:w="2694" w:type="dxa"/>
            <w:vAlign w:val="center"/>
          </w:tcPr>
          <w:p w14:paraId="451B4FFB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D8320A" w14:textId="34B7BA4F" w:rsidR="00923D7D" w:rsidRPr="00B169DF" w:rsidRDefault="00A169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5B10C15" w14:textId="77777777" w:rsidTr="001B726F">
        <w:tc>
          <w:tcPr>
            <w:tcW w:w="2694" w:type="dxa"/>
            <w:vAlign w:val="center"/>
          </w:tcPr>
          <w:p w14:paraId="417C3BE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612436A" w14:textId="36C95B50" w:rsidR="0085747A" w:rsidRPr="00B169DF" w:rsidRDefault="00A553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Dorota Rynkowska</w:t>
            </w:r>
          </w:p>
        </w:tc>
      </w:tr>
      <w:tr w:rsidR="0085747A" w:rsidRPr="00B169DF" w14:paraId="7830C0AB" w14:textId="77777777" w:rsidTr="001B726F">
        <w:tc>
          <w:tcPr>
            <w:tcW w:w="2694" w:type="dxa"/>
            <w:vAlign w:val="center"/>
          </w:tcPr>
          <w:p w14:paraId="44293B8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DE535B" w14:textId="0CF06F33" w:rsidR="0085747A" w:rsidRPr="00B169DF" w:rsidRDefault="00E56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14:paraId="015C4EA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E7FB6B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bookmarkStart w:id="0" w:name="_GoBack"/>
      <w:bookmarkEnd w:id="0"/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917AB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5BAD3519" w14:textId="77777777" w:rsidTr="00A169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E8F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27E484F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C19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F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E0A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B684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2E9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B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726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346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4E9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3B6221B" w14:textId="77777777" w:rsidTr="00A169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E10B" w14:textId="2239D31A" w:rsidR="00015B8F" w:rsidRPr="00B169DF" w:rsidRDefault="001B72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181F" w14:textId="045B440E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2EC9" w14:textId="3C4E83B6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079" w14:textId="1A64B6EE" w:rsidR="00015B8F" w:rsidRPr="00B169DF" w:rsidRDefault="000D78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186D" w14:textId="2B1FA08E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D89B" w14:textId="775F2D57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5EF7" w14:textId="195B66EE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0D77" w14:textId="628889E8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38B7" w14:textId="2B1F7421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9DF2" w14:textId="70B6F093" w:rsidR="00015B8F" w:rsidRPr="00B169DF" w:rsidRDefault="00A169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3B823E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980BC9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808D17E" w14:textId="4672813C" w:rsidR="0085747A" w:rsidRPr="00B169DF" w:rsidRDefault="00A1693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16930">
        <w:rPr>
          <w:rFonts w:ascii="Segoe UI Symbol" w:eastAsia="MS Gothic" w:hAnsi="Segoe UI Symbol" w:cs="Segoe UI Symbol"/>
          <w:bCs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559C6C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2CCC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B18B15" w14:textId="61179E9E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>ma zaliczenia przedmiotu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F1D59F" w14:textId="77777777" w:rsidR="00F73E69" w:rsidRDefault="00F73E69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06087B" w14:textId="70B3708D" w:rsidR="00D53A04" w:rsidRDefault="00D53A04" w:rsidP="00D53A0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331706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ADA5" w14:textId="6251FA3C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p w14:paraId="7DF9B4DF" w14:textId="77777777" w:rsidR="000C2D52" w:rsidRPr="00B169DF" w:rsidRDefault="000C2D5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3BCE5173" w14:textId="77777777" w:rsidTr="00745302">
        <w:tc>
          <w:tcPr>
            <w:tcW w:w="9670" w:type="dxa"/>
          </w:tcPr>
          <w:p w14:paraId="72838D3D" w14:textId="4E058547" w:rsidR="0085747A" w:rsidRPr="00B169DF" w:rsidRDefault="00A169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zakresu </w:t>
            </w:r>
            <w:r w:rsidR="00AE28B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 promocji zdrowia</w:t>
            </w:r>
          </w:p>
        </w:tc>
      </w:tr>
    </w:tbl>
    <w:p w14:paraId="75177F04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0CF7A0" w14:textId="77777777" w:rsidR="0053432C" w:rsidRDefault="005343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70BF48" w14:textId="5D7CDBE6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D66E65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9EEEB1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F37F5E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45E7CA2B" w14:textId="77777777" w:rsidTr="00923D7D">
        <w:tc>
          <w:tcPr>
            <w:tcW w:w="851" w:type="dxa"/>
            <w:vAlign w:val="center"/>
          </w:tcPr>
          <w:p w14:paraId="60E1BDFD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4284A7" w14:textId="5BC611DA" w:rsidR="0085747A" w:rsidRPr="00B169DF" w:rsidRDefault="00091D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 nabycie</w:t>
            </w:r>
            <w:r w:rsidR="005A1D5C">
              <w:rPr>
                <w:rFonts w:ascii="Corbel" w:hAnsi="Corbel"/>
                <w:b w:val="0"/>
                <w:sz w:val="24"/>
                <w:szCs w:val="24"/>
              </w:rPr>
              <w:t xml:space="preserve"> przez studenta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poszerzonej wiedzy i umiejętności związanych z naukami społecznymi stosowanymi w zdrowiu publicznym, promocji zdrowia i edukacji zdrowotnej</w:t>
            </w:r>
          </w:p>
        </w:tc>
      </w:tr>
      <w:tr w:rsidR="0085747A" w:rsidRPr="00B169DF" w14:paraId="49BCB628" w14:textId="77777777" w:rsidTr="00923D7D">
        <w:tc>
          <w:tcPr>
            <w:tcW w:w="851" w:type="dxa"/>
            <w:vAlign w:val="center"/>
          </w:tcPr>
          <w:p w14:paraId="6843A2BE" w14:textId="25CC3D99" w:rsidR="0085747A" w:rsidRPr="00B169DF" w:rsidRDefault="00A1693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C74C09" w14:textId="5563649C" w:rsidR="0085747A" w:rsidRPr="00B169DF" w:rsidRDefault="005A1D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jest nabycie przez studenta </w:t>
            </w:r>
            <w:r w:rsidR="008960BB">
              <w:rPr>
                <w:rFonts w:ascii="Corbel" w:hAnsi="Corbel"/>
                <w:b w:val="0"/>
                <w:sz w:val="24"/>
                <w:szCs w:val="24"/>
              </w:rPr>
              <w:t>wiedzy i wybranych umiejętności dotyczących formalno-prawnych wymagań programów edukacyjno-zdrowotnych oraz zasad ewaluacji tych programów</w:t>
            </w:r>
          </w:p>
        </w:tc>
      </w:tr>
      <w:tr w:rsidR="00190469" w:rsidRPr="00B169DF" w14:paraId="630B1AFF" w14:textId="77777777" w:rsidTr="00923D7D">
        <w:tc>
          <w:tcPr>
            <w:tcW w:w="851" w:type="dxa"/>
            <w:vAlign w:val="center"/>
          </w:tcPr>
          <w:p w14:paraId="2B818902" w14:textId="24F9CA22" w:rsidR="00190469" w:rsidRDefault="001904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71E280" w14:textId="61D8CDFE" w:rsidR="00190469" w:rsidRDefault="005A1D5C" w:rsidP="0000778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jest nabycie przez studenta wiedzy teoretycznej i wybranych umiejętności związanych z prowadzeniem edukacji zdrowotnej skierowanej do różnych środowisk.</w:t>
            </w:r>
          </w:p>
        </w:tc>
      </w:tr>
      <w:tr w:rsidR="0085747A" w:rsidRPr="00B169DF" w14:paraId="027AD3A1" w14:textId="77777777" w:rsidTr="00923D7D">
        <w:tc>
          <w:tcPr>
            <w:tcW w:w="851" w:type="dxa"/>
            <w:vAlign w:val="center"/>
          </w:tcPr>
          <w:p w14:paraId="67A501E8" w14:textId="400C2CE6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904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0471845" w14:textId="78EF1010" w:rsidR="0085747A" w:rsidRPr="00B169DF" w:rsidRDefault="00A1693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przez studenta umiejętności </w:t>
            </w:r>
            <w:r w:rsidR="00DE2389">
              <w:rPr>
                <w:rFonts w:ascii="Corbel" w:hAnsi="Corbel"/>
                <w:b w:val="0"/>
                <w:sz w:val="24"/>
                <w:szCs w:val="24"/>
              </w:rPr>
              <w:t>projektowania działań z obszaru promocji zdrowia i edukacji zdrowotnej</w:t>
            </w:r>
          </w:p>
        </w:tc>
      </w:tr>
    </w:tbl>
    <w:p w14:paraId="3D1582A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18258D" w14:textId="56E7E9E7" w:rsidR="001D7B54" w:rsidRPr="001B726F" w:rsidRDefault="009F4610" w:rsidP="00EC3238">
      <w:pPr>
        <w:tabs>
          <w:tab w:val="left" w:leader="dot" w:pos="3969"/>
        </w:tabs>
        <w:ind w:left="426"/>
        <w:rPr>
          <w:rFonts w:ascii="Corbel" w:eastAsiaTheme="minorHAnsi" w:hAnsi="Corbel" w:cstheme="minorBidi"/>
          <w:sz w:val="20"/>
          <w:szCs w:val="20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48AFA0C3" w14:textId="77777777" w:rsidTr="003D0D18">
        <w:tc>
          <w:tcPr>
            <w:tcW w:w="1681" w:type="dxa"/>
            <w:vAlign w:val="center"/>
          </w:tcPr>
          <w:p w14:paraId="146557AF" w14:textId="77777777" w:rsidR="0085747A" w:rsidRPr="00B169DF" w:rsidRDefault="0085747A" w:rsidP="000C2D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196AA" w14:textId="00122BB2" w:rsidR="0085747A" w:rsidRPr="00B169DF" w:rsidRDefault="0085747A" w:rsidP="000C2D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7F5DB32C" w14:textId="77777777" w:rsidR="0085747A" w:rsidRPr="00B169DF" w:rsidRDefault="0085747A" w:rsidP="000C2D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45F26" w:rsidRPr="00B169DF" w14:paraId="29F33FA3" w14:textId="77777777" w:rsidTr="003D0D18">
        <w:tc>
          <w:tcPr>
            <w:tcW w:w="1681" w:type="dxa"/>
          </w:tcPr>
          <w:p w14:paraId="14B72365" w14:textId="77777777" w:rsidR="00745F26" w:rsidRPr="00B169DF" w:rsidRDefault="00745F26" w:rsidP="00745F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shd w:val="clear" w:color="auto" w:fill="auto"/>
          </w:tcPr>
          <w:p w14:paraId="50D5A944" w14:textId="6E399C6B" w:rsidR="00745F26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zna w stopniu zaawansowanym charakter pracy socjalnej, jej miejsce w systemie nauk społecznych, powiązania z innymi dyscyplinami</w:t>
            </w:r>
          </w:p>
        </w:tc>
        <w:tc>
          <w:tcPr>
            <w:tcW w:w="1865" w:type="dxa"/>
            <w:shd w:val="clear" w:color="auto" w:fill="auto"/>
          </w:tcPr>
          <w:p w14:paraId="2FCB6BCC" w14:textId="6B82AC43" w:rsidR="00745F26" w:rsidRPr="003D0D18" w:rsidRDefault="00745F26" w:rsidP="00745F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745F26" w:rsidRPr="00B169DF" w14:paraId="2ADCD1EF" w14:textId="77777777" w:rsidTr="007B24BA">
        <w:trPr>
          <w:trHeight w:val="1095"/>
        </w:trPr>
        <w:tc>
          <w:tcPr>
            <w:tcW w:w="1681" w:type="dxa"/>
          </w:tcPr>
          <w:p w14:paraId="2B083FF5" w14:textId="7DB5282F" w:rsidR="00745F26" w:rsidRPr="00B169DF" w:rsidRDefault="00745F26" w:rsidP="00745F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shd w:val="clear" w:color="auto" w:fill="auto"/>
          </w:tcPr>
          <w:p w14:paraId="768A6B4C" w14:textId="0ECF5186" w:rsidR="00745F26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zna zasady tworzenia i podejmowania działań skierowanych na rozwiązywanie problemów z zakresu pracy socjalnej</w:t>
            </w:r>
          </w:p>
        </w:tc>
        <w:tc>
          <w:tcPr>
            <w:tcW w:w="1865" w:type="dxa"/>
            <w:shd w:val="clear" w:color="auto" w:fill="auto"/>
          </w:tcPr>
          <w:p w14:paraId="374345E2" w14:textId="6F9CD07C" w:rsidR="00745F26" w:rsidRPr="000C2D52" w:rsidRDefault="00745F26" w:rsidP="00745F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W15</w:t>
            </w:r>
          </w:p>
        </w:tc>
      </w:tr>
      <w:tr w:rsidR="00C2215C" w:rsidRPr="00B169DF" w14:paraId="0041AB1B" w14:textId="77777777" w:rsidTr="0000340A">
        <w:trPr>
          <w:trHeight w:val="765"/>
        </w:trPr>
        <w:tc>
          <w:tcPr>
            <w:tcW w:w="1681" w:type="dxa"/>
          </w:tcPr>
          <w:p w14:paraId="2543127D" w14:textId="354161E9" w:rsidR="00C2215C" w:rsidRPr="00B169DF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shd w:val="clear" w:color="auto" w:fill="auto"/>
          </w:tcPr>
          <w:p w14:paraId="192914FD" w14:textId="3A8A7F12" w:rsidR="00C2215C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potrafi komputerowo opracowywać</w:t>
            </w:r>
            <w:r w:rsidR="000C2D5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B726F">
              <w:rPr>
                <w:rFonts w:ascii="Corbel" w:hAnsi="Corbel"/>
                <w:b w:val="0"/>
                <w:sz w:val="24"/>
                <w:szCs w:val="24"/>
              </w:rPr>
              <w:t>i analizować dane gromadzone przez pracowników socjalnych w</w:t>
            </w:r>
            <w:r w:rsidR="000C2D52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1B726F">
              <w:rPr>
                <w:rFonts w:ascii="Corbel" w:hAnsi="Corbel"/>
                <w:b w:val="0"/>
                <w:sz w:val="24"/>
                <w:szCs w:val="24"/>
              </w:rPr>
              <w:t>systemie pomocy społecznej</w:t>
            </w:r>
          </w:p>
        </w:tc>
        <w:tc>
          <w:tcPr>
            <w:tcW w:w="1865" w:type="dxa"/>
            <w:shd w:val="clear" w:color="auto" w:fill="auto"/>
          </w:tcPr>
          <w:p w14:paraId="5816DDA3" w14:textId="6DF72074" w:rsidR="00C2215C" w:rsidRPr="000C2D52" w:rsidRDefault="00C2215C" w:rsidP="00C2215C">
            <w:pPr>
              <w:pStyle w:val="Punktygwne"/>
              <w:spacing w:before="0" w:after="0"/>
              <w:rPr>
                <w:rFonts w:ascii="Corbel" w:eastAsiaTheme="minorHAnsi" w:hAnsi="Corbel" w:cstheme="minorBidi"/>
                <w:b w:val="0"/>
                <w:bCs/>
                <w:szCs w:val="24"/>
              </w:rPr>
            </w:pPr>
            <w:r w:rsidRPr="004112E5">
              <w:rPr>
                <w:rFonts w:ascii="Corbel" w:eastAsiaTheme="minorHAnsi" w:hAnsi="Corbel" w:cstheme="minorBidi"/>
                <w:b w:val="0"/>
                <w:bCs/>
                <w:szCs w:val="24"/>
              </w:rPr>
              <w:t>K_U04</w:t>
            </w:r>
          </w:p>
        </w:tc>
      </w:tr>
      <w:tr w:rsidR="00C2215C" w:rsidRPr="00B169DF" w14:paraId="5C2646C6" w14:textId="77777777" w:rsidTr="00B73E1E">
        <w:trPr>
          <w:trHeight w:val="570"/>
        </w:trPr>
        <w:tc>
          <w:tcPr>
            <w:tcW w:w="1681" w:type="dxa"/>
          </w:tcPr>
          <w:p w14:paraId="12381370" w14:textId="0655C5CB" w:rsidR="00C2215C" w:rsidRPr="00B169DF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shd w:val="clear" w:color="auto" w:fill="auto"/>
          </w:tcPr>
          <w:p w14:paraId="0C4E6497" w14:textId="0344C3A4" w:rsidR="00C2215C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 xml:space="preserve">student potrafi </w:t>
            </w:r>
            <w:r w:rsidR="000C2D52" w:rsidRPr="001B726F">
              <w:rPr>
                <w:rFonts w:ascii="Corbel" w:hAnsi="Corbel"/>
                <w:b w:val="0"/>
                <w:sz w:val="24"/>
                <w:szCs w:val="24"/>
              </w:rPr>
              <w:t>analizować</w:t>
            </w:r>
            <w:r w:rsidRPr="001B726F">
              <w:rPr>
                <w:rFonts w:ascii="Corbel" w:hAnsi="Corbel"/>
                <w:b w:val="0"/>
                <w:sz w:val="24"/>
                <w:szCs w:val="24"/>
              </w:rPr>
              <w:t xml:space="preserve"> i innowacyjnie rozwiązywać konkretne problemy społeczne oraz przeciwdziałać wykluczeniu społecznemu proponując w tym zakresie odpowiednie rozstrzygnięcia</w:t>
            </w:r>
          </w:p>
        </w:tc>
        <w:tc>
          <w:tcPr>
            <w:tcW w:w="1865" w:type="dxa"/>
            <w:shd w:val="clear" w:color="auto" w:fill="auto"/>
          </w:tcPr>
          <w:p w14:paraId="201F3AE9" w14:textId="6923BD15" w:rsidR="00C2215C" w:rsidRPr="00820D44" w:rsidRDefault="00C2215C" w:rsidP="00C2215C">
            <w:pPr>
              <w:tabs>
                <w:tab w:val="left" w:leader="dot" w:pos="3969"/>
              </w:tabs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4112E5">
              <w:rPr>
                <w:rFonts w:ascii="Corbel" w:eastAsiaTheme="minorHAnsi" w:hAnsi="Corbel" w:cstheme="minorBidi"/>
                <w:sz w:val="24"/>
                <w:szCs w:val="24"/>
              </w:rPr>
              <w:t>K_U09</w:t>
            </w:r>
          </w:p>
          <w:p w14:paraId="3675B179" w14:textId="77777777" w:rsidR="00C2215C" w:rsidRPr="004112E5" w:rsidRDefault="00C2215C" w:rsidP="00C2215C">
            <w:pPr>
              <w:pStyle w:val="Punktygwne"/>
              <w:spacing w:before="0" w:after="0"/>
              <w:rPr>
                <w:rFonts w:ascii="Corbel" w:eastAsiaTheme="minorHAnsi" w:hAnsi="Corbel" w:cstheme="minorBidi"/>
                <w:b w:val="0"/>
                <w:bCs/>
                <w:szCs w:val="24"/>
              </w:rPr>
            </w:pPr>
          </w:p>
        </w:tc>
      </w:tr>
      <w:tr w:rsidR="00C2215C" w:rsidRPr="00B169DF" w14:paraId="555EB8F2" w14:textId="77777777" w:rsidTr="00B73E1E">
        <w:trPr>
          <w:trHeight w:val="660"/>
        </w:trPr>
        <w:tc>
          <w:tcPr>
            <w:tcW w:w="1681" w:type="dxa"/>
          </w:tcPr>
          <w:p w14:paraId="17CA2569" w14:textId="25731FC8" w:rsidR="00C2215C" w:rsidRPr="00B169DF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shd w:val="clear" w:color="auto" w:fill="auto"/>
          </w:tcPr>
          <w:p w14:paraId="4109DC5A" w14:textId="61057F41" w:rsidR="00C2215C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jest gotów do organizowania kontaktów z otoczeniem społecznym (interesariuszami zewnętrznymi) oraz współpracy na rzecz rozwiązywania problemów z zakresu problematyki pracy socjalnej</w:t>
            </w:r>
          </w:p>
        </w:tc>
        <w:tc>
          <w:tcPr>
            <w:tcW w:w="1865" w:type="dxa"/>
            <w:shd w:val="clear" w:color="auto" w:fill="auto"/>
          </w:tcPr>
          <w:p w14:paraId="32572CCE" w14:textId="4E697BDC" w:rsidR="00C2215C" w:rsidRPr="00820D44" w:rsidRDefault="00C2215C" w:rsidP="00C2215C">
            <w:pPr>
              <w:pStyle w:val="Punktygwne"/>
              <w:spacing w:before="0" w:after="0"/>
              <w:rPr>
                <w:rFonts w:ascii="Corbel" w:eastAsiaTheme="minorHAnsi" w:hAnsi="Corbel" w:cstheme="minorBidi"/>
                <w:b w:val="0"/>
                <w:bCs/>
                <w:szCs w:val="24"/>
              </w:rPr>
            </w:pPr>
            <w:r w:rsidRPr="004112E5">
              <w:rPr>
                <w:rFonts w:ascii="Corbel" w:eastAsiaTheme="minorHAnsi" w:hAnsi="Corbel" w:cstheme="minorBidi"/>
                <w:b w:val="0"/>
                <w:bCs/>
                <w:szCs w:val="24"/>
              </w:rPr>
              <w:t>K_K01</w:t>
            </w:r>
          </w:p>
        </w:tc>
      </w:tr>
      <w:tr w:rsidR="00C2215C" w:rsidRPr="00B169DF" w14:paraId="5EC2CC3F" w14:textId="77777777" w:rsidTr="003D0D18">
        <w:trPr>
          <w:trHeight w:val="315"/>
        </w:trPr>
        <w:tc>
          <w:tcPr>
            <w:tcW w:w="1681" w:type="dxa"/>
          </w:tcPr>
          <w:p w14:paraId="165F05F2" w14:textId="55F6364C" w:rsidR="00C2215C" w:rsidRPr="00B169DF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shd w:val="clear" w:color="auto" w:fill="auto"/>
          </w:tcPr>
          <w:p w14:paraId="5673E337" w14:textId="2D268A0A" w:rsidR="00C2215C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jest gotów do posługiwania się podstawowymi podejściami teoretycznymi w analizowaniu różnych aspektów ludzkich zachowań w celu diagnozowania, prognozowania oraz formułowania programów działań socjalnych</w:t>
            </w:r>
          </w:p>
        </w:tc>
        <w:tc>
          <w:tcPr>
            <w:tcW w:w="1865" w:type="dxa"/>
            <w:shd w:val="clear" w:color="auto" w:fill="auto"/>
          </w:tcPr>
          <w:p w14:paraId="27236648" w14:textId="1BE574FE" w:rsidR="00C2215C" w:rsidRPr="004112E5" w:rsidRDefault="00C2215C" w:rsidP="00C2215C">
            <w:pPr>
              <w:tabs>
                <w:tab w:val="left" w:leader="dot" w:pos="3969"/>
              </w:tabs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4112E5">
              <w:rPr>
                <w:rFonts w:ascii="Corbel" w:eastAsiaTheme="minorHAnsi" w:hAnsi="Corbel" w:cstheme="minorBidi"/>
                <w:sz w:val="24"/>
                <w:szCs w:val="24"/>
              </w:rPr>
              <w:t>K_K0</w:t>
            </w:r>
            <w:r w:rsidRPr="00820D44">
              <w:rPr>
                <w:rFonts w:ascii="Corbel" w:eastAsiaTheme="minorHAnsi" w:hAnsi="Corbel" w:cstheme="minorBidi"/>
                <w:sz w:val="24"/>
                <w:szCs w:val="24"/>
              </w:rPr>
              <w:t>5</w:t>
            </w:r>
          </w:p>
          <w:p w14:paraId="36E087B4" w14:textId="77777777" w:rsidR="00C2215C" w:rsidRPr="007B24BA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C2215C" w:rsidRPr="00B169DF" w14:paraId="2E766E83" w14:textId="77777777" w:rsidTr="003D0D18">
        <w:tc>
          <w:tcPr>
            <w:tcW w:w="1681" w:type="dxa"/>
          </w:tcPr>
          <w:p w14:paraId="589817F0" w14:textId="1C78C1D0" w:rsidR="00C2215C" w:rsidRPr="00B169DF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4" w:type="dxa"/>
            <w:shd w:val="clear" w:color="auto" w:fill="auto"/>
          </w:tcPr>
          <w:p w14:paraId="5DDB4966" w14:textId="2F6D2FD6" w:rsidR="00C2215C" w:rsidRPr="001B726F" w:rsidRDefault="007F2A2F" w:rsidP="000C2D5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B726F">
              <w:rPr>
                <w:rFonts w:ascii="Corbel" w:hAnsi="Corbel"/>
                <w:b w:val="0"/>
                <w:sz w:val="24"/>
                <w:szCs w:val="24"/>
              </w:rPr>
              <w:t>student jest gotów do myślenia w sposób przedsiębiorczy oraz uczestnictwa w grupach, organizacjach, instytucjach podejmujących działania socjalne i realizujących projekty społeczne</w:t>
            </w:r>
          </w:p>
        </w:tc>
        <w:tc>
          <w:tcPr>
            <w:tcW w:w="1865" w:type="dxa"/>
            <w:shd w:val="clear" w:color="auto" w:fill="auto"/>
          </w:tcPr>
          <w:p w14:paraId="4E5B29A4" w14:textId="151B167C" w:rsidR="00C2215C" w:rsidRPr="003D0D18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K_K0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  <w:p w14:paraId="409BA785" w14:textId="77777777" w:rsidR="00C2215C" w:rsidRPr="003D0D18" w:rsidRDefault="00C2215C" w:rsidP="00C22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58E1FA" w14:textId="497BC987" w:rsidR="0085747A" w:rsidRPr="006777E2" w:rsidRDefault="00675843" w:rsidP="002D768C">
      <w:pPr>
        <w:spacing w:before="240" w:line="240" w:lineRule="auto"/>
        <w:jc w:val="both"/>
        <w:rPr>
          <w:rFonts w:ascii="Corbel" w:hAnsi="Corbel"/>
          <w:b/>
          <w:sz w:val="24"/>
          <w:szCs w:val="24"/>
        </w:rPr>
      </w:pPr>
      <w:r w:rsidRPr="006777E2">
        <w:rPr>
          <w:rFonts w:ascii="Corbel" w:hAnsi="Corbel"/>
          <w:b/>
          <w:sz w:val="24"/>
          <w:szCs w:val="24"/>
        </w:rPr>
        <w:t>3.3</w:t>
      </w:r>
      <w:r w:rsidR="001D7B54" w:rsidRPr="006777E2">
        <w:rPr>
          <w:rFonts w:ascii="Corbel" w:hAnsi="Corbel"/>
          <w:b/>
          <w:sz w:val="24"/>
          <w:szCs w:val="24"/>
        </w:rPr>
        <w:t xml:space="preserve"> </w:t>
      </w:r>
      <w:r w:rsidR="0085747A" w:rsidRPr="006777E2">
        <w:rPr>
          <w:rFonts w:ascii="Corbel" w:hAnsi="Corbel"/>
          <w:b/>
          <w:sz w:val="24"/>
          <w:szCs w:val="24"/>
        </w:rPr>
        <w:t>T</w:t>
      </w:r>
      <w:r w:rsidR="001D7B54" w:rsidRPr="006777E2">
        <w:rPr>
          <w:rFonts w:ascii="Corbel" w:hAnsi="Corbel"/>
          <w:b/>
          <w:sz w:val="24"/>
          <w:szCs w:val="24"/>
        </w:rPr>
        <w:t xml:space="preserve">reści programowe </w:t>
      </w:r>
    </w:p>
    <w:p w14:paraId="1FE208B7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D75269A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9F786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3DB1DCD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D795B59" w14:textId="77777777" w:rsidTr="0000778A">
        <w:tc>
          <w:tcPr>
            <w:tcW w:w="9520" w:type="dxa"/>
          </w:tcPr>
          <w:p w14:paraId="58130A27" w14:textId="77777777" w:rsidR="0085747A" w:rsidRPr="00B3132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1327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61134" w:rsidRPr="00B169DF" w14:paraId="4B8F85BB" w14:textId="77777777" w:rsidTr="0000778A">
        <w:tc>
          <w:tcPr>
            <w:tcW w:w="9520" w:type="dxa"/>
          </w:tcPr>
          <w:p w14:paraId="63B255B9" w14:textId="50090B8E" w:rsidR="00961134" w:rsidRPr="000818F9" w:rsidRDefault="00703A9B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elementy programu promocji zdrowi</w:t>
            </w:r>
            <w:r w:rsidR="000F2BE8"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961134" w:rsidRPr="00B169DF" w14:paraId="1667F76C" w14:textId="77777777" w:rsidTr="0000778A">
        <w:tc>
          <w:tcPr>
            <w:tcW w:w="9520" w:type="dxa"/>
          </w:tcPr>
          <w:p w14:paraId="3313B733" w14:textId="30DC9120" w:rsidR="00961134" w:rsidRPr="0080460F" w:rsidRDefault="00213042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planowania programów w promocji zdrowia</w:t>
            </w:r>
            <w:r w:rsidR="000F2BE8">
              <w:rPr>
                <w:rFonts w:ascii="Corbel" w:hAnsi="Corbel"/>
                <w:sz w:val="24"/>
                <w:szCs w:val="24"/>
              </w:rPr>
              <w:t xml:space="preserve"> .Modele planowania  promocji zdrowia i edukacji zdrowotnej.</w:t>
            </w:r>
          </w:p>
        </w:tc>
      </w:tr>
      <w:tr w:rsidR="00961134" w:rsidRPr="00B169DF" w14:paraId="1DA6FF74" w14:textId="77777777" w:rsidTr="0000778A">
        <w:tc>
          <w:tcPr>
            <w:tcW w:w="9520" w:type="dxa"/>
          </w:tcPr>
          <w:p w14:paraId="604A4E34" w14:textId="50DC92AB" w:rsidR="00961134" w:rsidRPr="0080460F" w:rsidRDefault="002F1416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nierówności w zdrowiu i dostępie do służby zdrowia</w:t>
            </w:r>
          </w:p>
        </w:tc>
      </w:tr>
      <w:tr w:rsidR="00961134" w:rsidRPr="00B169DF" w14:paraId="4BE96B94" w14:textId="77777777" w:rsidTr="0000778A">
        <w:tc>
          <w:tcPr>
            <w:tcW w:w="9520" w:type="dxa"/>
          </w:tcPr>
          <w:p w14:paraId="22E1CFB1" w14:textId="30B93C67" w:rsidR="00961134" w:rsidRPr="0080460F" w:rsidRDefault="00AE28B7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</w:t>
            </w:r>
            <w:r w:rsidR="005E4034">
              <w:rPr>
                <w:rFonts w:ascii="Corbel" w:hAnsi="Corbel"/>
                <w:sz w:val="24"/>
                <w:szCs w:val="24"/>
              </w:rPr>
              <w:t>y Program Zdrowia, programy polityki zdrowotnej Ministra Zdrowia i samorządowe</w:t>
            </w:r>
            <w:r>
              <w:rPr>
                <w:rFonts w:ascii="Corbel" w:hAnsi="Corbel"/>
                <w:sz w:val="24"/>
                <w:szCs w:val="24"/>
              </w:rPr>
              <w:t xml:space="preserve"> -cele i zdania</w:t>
            </w:r>
          </w:p>
        </w:tc>
      </w:tr>
      <w:tr w:rsidR="00961134" w:rsidRPr="00B169DF" w14:paraId="6C6D2F18" w14:textId="77777777" w:rsidTr="0000778A">
        <w:tc>
          <w:tcPr>
            <w:tcW w:w="9520" w:type="dxa"/>
          </w:tcPr>
          <w:p w14:paraId="41120C43" w14:textId="70427883" w:rsidR="00961134" w:rsidRPr="00B169DF" w:rsidRDefault="006B1258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Promocja zdrowia i edukacja zdrowotna w środowisku lokalnym. Kwestionariusz IZZ.</w:t>
            </w:r>
          </w:p>
        </w:tc>
      </w:tr>
      <w:tr w:rsidR="00961134" w:rsidRPr="00B169DF" w14:paraId="6C6BBE02" w14:textId="77777777" w:rsidTr="0000778A">
        <w:tc>
          <w:tcPr>
            <w:tcW w:w="9520" w:type="dxa"/>
          </w:tcPr>
          <w:p w14:paraId="31999812" w14:textId="7E49DA7F" w:rsidR="00961134" w:rsidRPr="00B169DF" w:rsidRDefault="006B1258" w:rsidP="00961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trzeciego sektora i organizacji pozarządowych w promocji i edukacji zdrowotnej</w:t>
            </w:r>
          </w:p>
        </w:tc>
      </w:tr>
      <w:tr w:rsidR="002F1416" w:rsidRPr="00B169DF" w14:paraId="6EAF769B" w14:textId="77777777" w:rsidTr="0000778A">
        <w:tc>
          <w:tcPr>
            <w:tcW w:w="9520" w:type="dxa"/>
          </w:tcPr>
          <w:p w14:paraId="3A1264BD" w14:textId="53C66D86" w:rsidR="002F1416" w:rsidRPr="000F2BE8" w:rsidRDefault="00263D11" w:rsidP="002F1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aspekty polityki w ochronie zdrowia dzieci i młodzieży, polityka senioralna, polityka lekowa.</w:t>
            </w:r>
          </w:p>
        </w:tc>
      </w:tr>
      <w:tr w:rsidR="002F1416" w:rsidRPr="00B169DF" w14:paraId="1354306B" w14:textId="77777777" w:rsidTr="0000778A">
        <w:tc>
          <w:tcPr>
            <w:tcW w:w="9520" w:type="dxa"/>
          </w:tcPr>
          <w:p w14:paraId="0CC8EDB7" w14:textId="1C97B074" w:rsidR="002F1416" w:rsidRPr="00B169DF" w:rsidRDefault="002F1416" w:rsidP="002F1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zdrowia psychicznego, uzależnienia, redukcja szkód.</w:t>
            </w:r>
          </w:p>
        </w:tc>
      </w:tr>
      <w:tr w:rsidR="002F1416" w:rsidRPr="00B169DF" w14:paraId="05F912B9" w14:textId="77777777" w:rsidTr="0000778A">
        <w:tc>
          <w:tcPr>
            <w:tcW w:w="9520" w:type="dxa"/>
          </w:tcPr>
          <w:p w14:paraId="661670FA" w14:textId="4176E818" w:rsidR="002F1416" w:rsidRPr="009B6EDB" w:rsidRDefault="005E4034" w:rsidP="002F141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Marketing i komunikacja społeczna w sferze działalności związanej z promocją zdrowia</w:t>
            </w:r>
          </w:p>
        </w:tc>
      </w:tr>
      <w:tr w:rsidR="002F1416" w:rsidRPr="00B169DF" w14:paraId="25208F68" w14:textId="77777777" w:rsidTr="0000778A">
        <w:tc>
          <w:tcPr>
            <w:tcW w:w="9520" w:type="dxa"/>
          </w:tcPr>
          <w:p w14:paraId="200CC64F" w14:textId="7715CF39" w:rsidR="002F1416" w:rsidRPr="00D22B2D" w:rsidRDefault="005E4034" w:rsidP="002F14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9B6EDB"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 xml:space="preserve">Projektowanie działań </w:t>
            </w:r>
            <w:r>
              <w:rPr>
                <w:rFonts w:ascii="Corbel" w:eastAsia="Times New Roman" w:hAnsi="Corbel" w:cs="Poppins"/>
                <w:color w:val="212529"/>
                <w:sz w:val="24"/>
                <w:szCs w:val="24"/>
                <w:lang w:eastAsia="pl-PL"/>
              </w:rPr>
              <w:t>z obszaru promocji zdrowia i edukacji zdrowotnej</w:t>
            </w:r>
          </w:p>
        </w:tc>
      </w:tr>
      <w:tr w:rsidR="002F1416" w:rsidRPr="00B169DF" w14:paraId="2F998741" w14:textId="77777777" w:rsidTr="0000778A">
        <w:tc>
          <w:tcPr>
            <w:tcW w:w="9520" w:type="dxa"/>
          </w:tcPr>
          <w:p w14:paraId="5D8AC44C" w14:textId="7365EDD4" w:rsidR="002F1416" w:rsidRDefault="00263D11" w:rsidP="002F14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promocji zdrowia i edukacji zdrow</w:t>
            </w:r>
            <w:r w:rsidR="0050199B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tnej</w:t>
            </w:r>
          </w:p>
        </w:tc>
      </w:tr>
    </w:tbl>
    <w:p w14:paraId="54D0E20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C41D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083DEC2" w14:textId="77777777" w:rsidR="0053432C" w:rsidRDefault="005343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7D03D" w14:textId="600B6739" w:rsidR="0085747A" w:rsidRPr="00B169DF" w:rsidRDefault="004972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72E0">
        <w:rPr>
          <w:rFonts w:ascii="Corbel" w:hAnsi="Corbel"/>
          <w:b w:val="0"/>
          <w:smallCaps w:val="0"/>
          <w:szCs w:val="24"/>
        </w:rPr>
        <w:t>Mini-wykłady wprowadzające tematykę, praca z tekstem, praca w małych grupach, zadania indywidualne, zadania grupowe, metody warsztatowe</w:t>
      </w:r>
    </w:p>
    <w:p w14:paraId="72C9EB4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01A83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BD5F452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0ADAB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D763C5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2"/>
        <w:gridCol w:w="5265"/>
        <w:gridCol w:w="2343"/>
      </w:tblGrid>
      <w:tr w:rsidR="0085747A" w:rsidRPr="00B169DF" w14:paraId="7547BAFE" w14:textId="77777777" w:rsidTr="003D0D18">
        <w:tc>
          <w:tcPr>
            <w:tcW w:w="1912" w:type="dxa"/>
            <w:vAlign w:val="center"/>
          </w:tcPr>
          <w:p w14:paraId="6BF5612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5" w:type="dxa"/>
            <w:vAlign w:val="center"/>
          </w:tcPr>
          <w:p w14:paraId="3F9CA16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E7F774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14:paraId="3C0D089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0F4E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0D18" w:rsidRPr="00B169DF" w14:paraId="61496AC2" w14:textId="77777777" w:rsidTr="003D0D18">
        <w:tc>
          <w:tcPr>
            <w:tcW w:w="1912" w:type="dxa"/>
          </w:tcPr>
          <w:p w14:paraId="5BDD99EF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265" w:type="dxa"/>
            <w:vMerge w:val="restart"/>
            <w:shd w:val="clear" w:color="auto" w:fill="auto"/>
            <w:vAlign w:val="center"/>
          </w:tcPr>
          <w:p w14:paraId="5F6742CF" w14:textId="42B3D6E6" w:rsidR="003D0D18" w:rsidRPr="003D0D18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OBSERWACJA W TRAKCIE ZAJĘĆ, ZADANIA INDYWIDUALNE, PROJEKT W MAŁYCH GRUPACH</w:t>
            </w:r>
          </w:p>
        </w:tc>
        <w:tc>
          <w:tcPr>
            <w:tcW w:w="2343" w:type="dxa"/>
            <w:vMerge w:val="restart"/>
            <w:shd w:val="clear" w:color="auto" w:fill="auto"/>
            <w:vAlign w:val="center"/>
          </w:tcPr>
          <w:p w14:paraId="177AE900" w14:textId="26CB1E6D" w:rsidR="003D0D18" w:rsidRPr="00B169DF" w:rsidRDefault="003D0D18" w:rsidP="003D0D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0D18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3D0D18" w:rsidRPr="00B169DF" w14:paraId="1D5BE656" w14:textId="77777777" w:rsidTr="003D0D18">
        <w:tc>
          <w:tcPr>
            <w:tcW w:w="1912" w:type="dxa"/>
          </w:tcPr>
          <w:p w14:paraId="5891726F" w14:textId="53142785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  <w:r w:rsidR="00295D83">
              <w:rPr>
                <w:rFonts w:ascii="Corbel" w:hAnsi="Corbel"/>
                <w:b w:val="0"/>
                <w:szCs w:val="24"/>
              </w:rPr>
              <w:t>, 03</w:t>
            </w:r>
          </w:p>
        </w:tc>
        <w:tc>
          <w:tcPr>
            <w:tcW w:w="5265" w:type="dxa"/>
            <w:vMerge/>
            <w:shd w:val="clear" w:color="auto" w:fill="auto"/>
          </w:tcPr>
          <w:p w14:paraId="5EE003F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5305B775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1B1C5582" w14:textId="77777777" w:rsidTr="003D0D18">
        <w:tc>
          <w:tcPr>
            <w:tcW w:w="1912" w:type="dxa"/>
          </w:tcPr>
          <w:p w14:paraId="428AD5DD" w14:textId="59967EE1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295D83">
              <w:rPr>
                <w:rFonts w:ascii="Corbel" w:hAnsi="Corbel"/>
                <w:b w:val="0"/>
                <w:szCs w:val="24"/>
              </w:rPr>
              <w:t>4, 05, 06</w:t>
            </w:r>
          </w:p>
        </w:tc>
        <w:tc>
          <w:tcPr>
            <w:tcW w:w="5265" w:type="dxa"/>
            <w:vMerge/>
            <w:shd w:val="clear" w:color="auto" w:fill="auto"/>
          </w:tcPr>
          <w:p w14:paraId="633B65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78A2DD9A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D0D18" w:rsidRPr="00B169DF" w14:paraId="0FD86586" w14:textId="77777777" w:rsidTr="003D0D18">
        <w:tc>
          <w:tcPr>
            <w:tcW w:w="1912" w:type="dxa"/>
          </w:tcPr>
          <w:p w14:paraId="52ED2549" w14:textId="5918D68E" w:rsidR="003D0D18" w:rsidRPr="003D0D18" w:rsidRDefault="003D0D18" w:rsidP="009C54AE">
            <w:pPr>
              <w:pStyle w:val="Punktygwne"/>
              <w:spacing w:before="0" w:after="0"/>
              <w:rPr>
                <w:rFonts w:ascii="Corbel" w:hAnsi="Corbel"/>
                <w:bCs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 w:rsidR="00295D83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265" w:type="dxa"/>
            <w:vMerge/>
            <w:shd w:val="clear" w:color="auto" w:fill="auto"/>
          </w:tcPr>
          <w:p w14:paraId="6EBC4818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343" w:type="dxa"/>
            <w:vMerge/>
            <w:shd w:val="clear" w:color="auto" w:fill="auto"/>
          </w:tcPr>
          <w:p w14:paraId="4826B41C" w14:textId="77777777" w:rsidR="003D0D18" w:rsidRPr="00B169DF" w:rsidRDefault="003D0D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9A03B1F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F1D9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F208C66" w14:textId="77777777" w:rsidTr="002D768C">
        <w:tc>
          <w:tcPr>
            <w:tcW w:w="9520" w:type="dxa"/>
          </w:tcPr>
          <w:p w14:paraId="7E15385F" w14:textId="5D04714C" w:rsidR="0085747A" w:rsidRPr="00B169DF" w:rsidRDefault="004972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2E0">
              <w:rPr>
                <w:rFonts w:ascii="Corbel" w:hAnsi="Corbel"/>
                <w:b w:val="0"/>
                <w:smallCaps w:val="0"/>
                <w:szCs w:val="24"/>
              </w:rPr>
              <w:t xml:space="preserve">Przygotowanie i aktywność na zajęciach, </w:t>
            </w:r>
            <w:r w:rsidR="00CB0452">
              <w:rPr>
                <w:rFonts w:ascii="Corbel" w:hAnsi="Corbel"/>
                <w:b w:val="0"/>
                <w:smallCaps w:val="0"/>
                <w:szCs w:val="24"/>
              </w:rPr>
              <w:t>przygotowanie i prezentacja</w:t>
            </w:r>
            <w:r w:rsidR="0050199B">
              <w:rPr>
                <w:rFonts w:ascii="Corbel" w:hAnsi="Corbel"/>
                <w:b w:val="0"/>
                <w:smallCaps w:val="0"/>
                <w:szCs w:val="24"/>
              </w:rPr>
              <w:t xml:space="preserve"> pracy pisemnej na temat wybranego programu z zakresu promocji zdrowia i edukacji zdrowotnej.</w:t>
            </w:r>
          </w:p>
        </w:tc>
      </w:tr>
    </w:tbl>
    <w:p w14:paraId="7B3581B1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EBD54D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CC8F745" w14:textId="77777777" w:rsidTr="003E1941">
        <w:tc>
          <w:tcPr>
            <w:tcW w:w="4962" w:type="dxa"/>
            <w:vAlign w:val="center"/>
          </w:tcPr>
          <w:p w14:paraId="506BB6F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56B77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47B2B47A" w14:textId="77777777" w:rsidTr="004972E0">
        <w:tc>
          <w:tcPr>
            <w:tcW w:w="4962" w:type="dxa"/>
          </w:tcPr>
          <w:p w14:paraId="54C2DDE5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52C76D23" w14:textId="4BC431E3" w:rsidR="0085747A" w:rsidRPr="00B169DF" w:rsidRDefault="00882AD3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9E83504" w14:textId="77777777" w:rsidTr="004972E0">
        <w:tc>
          <w:tcPr>
            <w:tcW w:w="4962" w:type="dxa"/>
          </w:tcPr>
          <w:p w14:paraId="2DC2813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E3ED1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80BDB48" w14:textId="4DE7B9F7" w:rsidR="00C61DC5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6DC140D8" w14:textId="77777777" w:rsidTr="004972E0">
        <w:tc>
          <w:tcPr>
            <w:tcW w:w="4962" w:type="dxa"/>
          </w:tcPr>
          <w:p w14:paraId="3C46CED1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9052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4C6E80E" w14:textId="55F3F27B" w:rsidR="00C61DC5" w:rsidRPr="00B169DF" w:rsidRDefault="001B726F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501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22E32A1F" w14:textId="77777777" w:rsidTr="004972E0">
        <w:tc>
          <w:tcPr>
            <w:tcW w:w="4962" w:type="dxa"/>
          </w:tcPr>
          <w:p w14:paraId="29E17D8E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4A9A7765" w14:textId="6F487F25" w:rsidR="0085747A" w:rsidRPr="00B169DF" w:rsidRDefault="001B726F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5EBB7D1C" w14:textId="77777777" w:rsidTr="004972E0">
        <w:tc>
          <w:tcPr>
            <w:tcW w:w="4962" w:type="dxa"/>
          </w:tcPr>
          <w:p w14:paraId="7FD3A53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5768439" w14:textId="0E6B855B" w:rsidR="0085747A" w:rsidRPr="00B169DF" w:rsidRDefault="004972E0" w:rsidP="00497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BB857E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FD2950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6A3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4EC94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29AE764" w14:textId="77777777" w:rsidTr="004705EF">
        <w:trPr>
          <w:trHeight w:val="397"/>
        </w:trPr>
        <w:tc>
          <w:tcPr>
            <w:tcW w:w="3544" w:type="dxa"/>
          </w:tcPr>
          <w:p w14:paraId="6A8C205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C0FC47" w14:textId="305AE3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1805CF1A" w14:textId="77777777" w:rsidTr="004705EF">
        <w:trPr>
          <w:trHeight w:val="397"/>
        </w:trPr>
        <w:tc>
          <w:tcPr>
            <w:tcW w:w="3544" w:type="dxa"/>
          </w:tcPr>
          <w:p w14:paraId="7BABB89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D6AF0A" w14:textId="29CDDF47" w:rsidR="0085747A" w:rsidRPr="00B169DF" w:rsidRDefault="000D30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E6E253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567BE" w14:textId="77777777" w:rsidR="0085747A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5E9927A" w14:textId="77777777" w:rsidR="00675843" w:rsidRPr="00B169DF" w:rsidRDefault="00675843" w:rsidP="001904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B285551" w14:textId="77777777" w:rsidTr="004705EF">
        <w:trPr>
          <w:trHeight w:val="397"/>
        </w:trPr>
        <w:tc>
          <w:tcPr>
            <w:tcW w:w="7513" w:type="dxa"/>
          </w:tcPr>
          <w:p w14:paraId="1263C8A0" w14:textId="21551B9F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9116AFE" w14:textId="77777777" w:rsidR="004705EF" w:rsidRDefault="004705EF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F818ECD" w14:textId="77777777" w:rsidR="001C23A2" w:rsidRDefault="001C23A2" w:rsidP="001C23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Gromadzak</w:t>
            </w:r>
            <w:proofErr w:type="spellEnd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-Ostrowska J., Włodarek D., Toeplitz Z., Myszkowska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Ryciak</w:t>
            </w:r>
            <w:proofErr w:type="spellEnd"/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Królikowski T. </w:t>
            </w:r>
            <w:r w:rsidRPr="0019046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zdrowotna i promocja zdrowia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9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SGGW 2019</w:t>
            </w:r>
          </w:p>
          <w:p w14:paraId="0669EFC6" w14:textId="0BE8B841" w:rsidR="00E01932" w:rsidRPr="00E01932" w:rsidRDefault="00E01932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932">
              <w:rPr>
                <w:rFonts w:ascii="Corbel" w:hAnsi="Corbel"/>
                <w:b w:val="0"/>
                <w:smallCaps w:val="0"/>
                <w:szCs w:val="24"/>
              </w:rPr>
              <w:t>Grossmann R., Scala K , Promocja a rozwój organizacyjny. Tworzenie siedlisk dla zdrowia, Warszawa 1997</w:t>
            </w:r>
          </w:p>
          <w:p w14:paraId="478B44D4" w14:textId="04B59BE8" w:rsidR="00892DD5" w:rsidRDefault="00892DD5" w:rsidP="00892D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258">
              <w:rPr>
                <w:rFonts w:ascii="Corbel" w:hAnsi="Corbel"/>
                <w:b w:val="0"/>
                <w:smallCaps w:val="0"/>
                <w:szCs w:val="24"/>
              </w:rPr>
              <w:t xml:space="preserve">Karski J., Praktyka i teoria promocji zdrowia .Wybrane zagadnienia, </w:t>
            </w:r>
            <w:proofErr w:type="spellStart"/>
            <w:r w:rsidRPr="006B125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B1258">
              <w:rPr>
                <w:rFonts w:ascii="Corbel" w:hAnsi="Corbel"/>
                <w:b w:val="0"/>
                <w:smallCaps w:val="0"/>
                <w:szCs w:val="24"/>
              </w:rPr>
              <w:t>, Warszawa 200</w:t>
            </w:r>
            <w:r w:rsidR="00CB25F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14FD77C7" w14:textId="72197868" w:rsidR="00CB25FC" w:rsidRDefault="00CB25FC" w:rsidP="00892D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25FC">
              <w:rPr>
                <w:rFonts w:ascii="Corbel" w:hAnsi="Corbel"/>
                <w:b w:val="0"/>
                <w:smallCaps w:val="0"/>
                <w:szCs w:val="24"/>
              </w:rPr>
              <w:t xml:space="preserve">Krajewski -Siuda K., Kaczmarek </w:t>
            </w:r>
            <w:proofErr w:type="spellStart"/>
            <w:r w:rsidRPr="00CB25FC">
              <w:rPr>
                <w:rFonts w:ascii="Corbel" w:hAnsi="Corbel"/>
                <w:b w:val="0"/>
                <w:smallCaps w:val="0"/>
                <w:szCs w:val="24"/>
              </w:rPr>
              <w:t>K.,Olszanecka</w:t>
            </w:r>
            <w:proofErr w:type="spellEnd"/>
            <w:r w:rsidRPr="00CB25F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777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B25FC">
              <w:rPr>
                <w:rFonts w:ascii="Corbel" w:hAnsi="Corbel"/>
                <w:b w:val="0"/>
                <w:smallCaps w:val="0"/>
                <w:szCs w:val="24"/>
              </w:rPr>
              <w:t>Glinianowicz</w:t>
            </w:r>
            <w:proofErr w:type="spellEnd"/>
            <w:r w:rsidRPr="00CB25FC">
              <w:rPr>
                <w:rFonts w:ascii="Corbel" w:hAnsi="Corbel"/>
                <w:b w:val="0"/>
                <w:smallCaps w:val="0"/>
                <w:szCs w:val="24"/>
              </w:rPr>
              <w:t xml:space="preserve"> M., Samorządowa promocja zdrowia. Podręcznik dla urzędników, Śl</w:t>
            </w:r>
            <w:r w:rsidR="006777E2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CB25FC">
              <w:rPr>
                <w:rFonts w:ascii="Corbel" w:hAnsi="Corbel"/>
                <w:b w:val="0"/>
                <w:smallCaps w:val="0"/>
                <w:szCs w:val="24"/>
              </w:rPr>
              <w:t>ska Akademia Medyczna, Katowice 2006</w:t>
            </w:r>
          </w:p>
          <w:p w14:paraId="53EBADF3" w14:textId="6F4BEACB" w:rsidR="00CB25FC" w:rsidRPr="00CB25FC" w:rsidRDefault="00CB25FC" w:rsidP="00892D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Narodowy Program Zdrowia na lata 2021-2025.</w:t>
            </w:r>
          </w:p>
          <w:p w14:paraId="14785B38" w14:textId="562D28BD" w:rsidR="00CB0452" w:rsidRDefault="00FF622D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proofErr w:type="spellStart"/>
            <w:r w:rsidRPr="00FF622D">
              <w:rPr>
                <w:rFonts w:ascii="Corbel" w:hAnsi="Corbel"/>
                <w:b w:val="0"/>
                <w:smallCaps w:val="0"/>
                <w:szCs w:val="24"/>
              </w:rPr>
              <w:t>Pike</w:t>
            </w:r>
            <w:proofErr w:type="spellEnd"/>
            <w:r w:rsidRPr="00FF622D">
              <w:rPr>
                <w:rFonts w:ascii="Corbel" w:hAnsi="Corbel"/>
                <w:b w:val="0"/>
                <w:smallCaps w:val="0"/>
                <w:szCs w:val="24"/>
              </w:rPr>
              <w:t xml:space="preserve"> S., Forster D., Promocja zdrowia dla wszystkich. Wyd.</w:t>
            </w:r>
            <w:r w:rsidR="006777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F622D">
              <w:rPr>
                <w:rFonts w:ascii="Corbel" w:hAnsi="Corbel"/>
                <w:b w:val="0"/>
                <w:smallCaps w:val="0"/>
                <w:szCs w:val="24"/>
              </w:rPr>
              <w:t>Czelej</w:t>
            </w:r>
            <w:proofErr w:type="spellEnd"/>
            <w:r w:rsidRPr="00FF622D">
              <w:rPr>
                <w:rFonts w:ascii="Corbel" w:hAnsi="Corbel"/>
                <w:b w:val="0"/>
                <w:smallCaps w:val="0"/>
                <w:szCs w:val="24"/>
              </w:rPr>
              <w:t>, Lublin 1998</w:t>
            </w:r>
          </w:p>
          <w:p w14:paraId="7DA26EE0" w14:textId="72D8697B" w:rsidR="00411FED" w:rsidRPr="00D73866" w:rsidRDefault="00411FED" w:rsidP="00411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Rynkowska D., Błaszczuk K., Wybrane problemy zdrowia publicznego w perspektywie pracy socjalnej, Wydawnictwo UR, Rzeszów 2014</w:t>
            </w:r>
          </w:p>
          <w:p w14:paraId="02955075" w14:textId="73538BDE" w:rsidR="00190469" w:rsidRDefault="00D3479F" w:rsidP="00D34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Edukacja zdrowotna</w:t>
            </w:r>
            <w:r w:rsidR="006B1258">
              <w:rPr>
                <w:rFonts w:ascii="Corbel" w:hAnsi="Corbel"/>
                <w:sz w:val="24"/>
                <w:szCs w:val="24"/>
              </w:rPr>
              <w:t>, PWN 2007</w:t>
            </w:r>
          </w:p>
          <w:p w14:paraId="1CA543D7" w14:textId="08BC87FC" w:rsidR="00892DD5" w:rsidRPr="00B169DF" w:rsidRDefault="00892DD5" w:rsidP="00D34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B169DF" w14:paraId="18873D88" w14:textId="77777777" w:rsidTr="004705EF">
        <w:trPr>
          <w:trHeight w:val="397"/>
        </w:trPr>
        <w:tc>
          <w:tcPr>
            <w:tcW w:w="7513" w:type="dxa"/>
          </w:tcPr>
          <w:p w14:paraId="7B95C709" w14:textId="0C427003" w:rsidR="0085747A" w:rsidRDefault="0085747A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9046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BCFDF7B" w14:textId="77777777" w:rsidR="004705EF" w:rsidRDefault="004705EF" w:rsidP="0000778A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5F0CFE4F" w14:textId="66B3D9ED" w:rsidR="00CB0452" w:rsidRPr="00CB0452" w:rsidRDefault="00CB0452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0452">
              <w:rPr>
                <w:rFonts w:ascii="Corbel" w:hAnsi="Corbel"/>
                <w:b w:val="0"/>
                <w:smallCaps w:val="0"/>
                <w:szCs w:val="24"/>
              </w:rPr>
              <w:t xml:space="preserve">De </w:t>
            </w:r>
            <w:proofErr w:type="spellStart"/>
            <w:r w:rsidRPr="00CB0452">
              <w:rPr>
                <w:rFonts w:ascii="Corbel" w:hAnsi="Corbel"/>
                <w:b w:val="0"/>
                <w:smallCaps w:val="0"/>
                <w:szCs w:val="24"/>
              </w:rPr>
              <w:t>Vries</w:t>
            </w:r>
            <w:proofErr w:type="spellEnd"/>
            <w:r w:rsidRPr="00CB0452">
              <w:rPr>
                <w:rFonts w:ascii="Corbel" w:hAnsi="Corbel"/>
                <w:b w:val="0"/>
                <w:smallCaps w:val="0"/>
                <w:szCs w:val="24"/>
              </w:rPr>
              <w:t xml:space="preserve"> H., Planowanie oświaty zdrow</w:t>
            </w:r>
            <w:r w:rsidR="00892DD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B0452">
              <w:rPr>
                <w:rFonts w:ascii="Corbel" w:hAnsi="Corbel"/>
                <w:b w:val="0"/>
                <w:smallCaps w:val="0"/>
                <w:szCs w:val="24"/>
              </w:rPr>
              <w:t>tnej i promocji zdrowia, [w:] Metodyka pracy w oś</w:t>
            </w:r>
            <w:r w:rsidR="00892DD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B0452">
              <w:rPr>
                <w:rFonts w:ascii="Corbel" w:hAnsi="Corbel"/>
                <w:b w:val="0"/>
                <w:smallCaps w:val="0"/>
                <w:szCs w:val="24"/>
              </w:rPr>
              <w:t xml:space="preserve">iacie zdrowotnej i promocji zdrowia. Miller M., </w:t>
            </w:r>
            <w:proofErr w:type="spellStart"/>
            <w:r w:rsidRPr="00CB0452">
              <w:rPr>
                <w:rFonts w:ascii="Corbel" w:hAnsi="Corbel"/>
                <w:b w:val="0"/>
                <w:smallCaps w:val="0"/>
                <w:szCs w:val="24"/>
              </w:rPr>
              <w:t>Cianciara</w:t>
            </w:r>
            <w:proofErr w:type="spellEnd"/>
            <w:r w:rsidRPr="00CB0452">
              <w:rPr>
                <w:rFonts w:ascii="Corbel" w:hAnsi="Corbel"/>
                <w:b w:val="0"/>
                <w:smallCaps w:val="0"/>
                <w:szCs w:val="24"/>
              </w:rPr>
              <w:t xml:space="preserve"> D.(red.), PZH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B0452">
              <w:rPr>
                <w:rFonts w:ascii="Corbel" w:hAnsi="Corbel"/>
                <w:b w:val="0"/>
                <w:smallCaps w:val="0"/>
                <w:szCs w:val="24"/>
              </w:rPr>
              <w:t>Warszawa 1999, s.38-81.</w:t>
            </w:r>
          </w:p>
          <w:p w14:paraId="2BFCD4E6" w14:textId="5B1319D5" w:rsidR="003778C2" w:rsidRPr="006B1258" w:rsidRDefault="006B1258" w:rsidP="000077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125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Ustawa z dnia 11 września 2015 o zdrowiu publicznym (Dz.U.2015,poz.1916 ze zm.)</w:t>
            </w:r>
          </w:p>
          <w:p w14:paraId="0C052555" w14:textId="3E60EBB0" w:rsidR="0000778A" w:rsidRDefault="0000778A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F7E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Włodarczyk C. (red.) , </w:t>
            </w:r>
            <w:r w:rsidRPr="00DF7E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Zdrowie publiczne w krajach europejskich: wybrane zagadnienia etyczne</w:t>
            </w:r>
            <w:r w:rsidRPr="00DF7E4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UJ, Kraków</w:t>
            </w:r>
            <w:r w:rsidR="00CB2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2007</w:t>
            </w:r>
          </w:p>
          <w:p w14:paraId="255DBF79" w14:textId="4E7B5FA3" w:rsidR="00B31327" w:rsidRPr="004705EF" w:rsidRDefault="009A46B3" w:rsidP="0000778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Zelek L. Menedżerskie zarządzanie jednostkami organizacyjnymi pomocy społecznej.</w:t>
            </w:r>
            <w:r w:rsidR="00A5536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Studium diagnostyczno-koncepcyjne,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 2023</w:t>
            </w:r>
          </w:p>
        </w:tc>
      </w:tr>
    </w:tbl>
    <w:p w14:paraId="17504334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AA5B8F" w14:textId="77777777" w:rsidR="0085747A" w:rsidRPr="00B169DF" w:rsidRDefault="0085747A" w:rsidP="001904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4571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32948" w14:textId="77777777" w:rsidR="0087233C" w:rsidRDefault="0087233C" w:rsidP="00C16ABF">
      <w:pPr>
        <w:spacing w:after="0" w:line="240" w:lineRule="auto"/>
      </w:pPr>
      <w:r>
        <w:separator/>
      </w:r>
    </w:p>
  </w:endnote>
  <w:endnote w:type="continuationSeparator" w:id="0">
    <w:p w14:paraId="5B53C974" w14:textId="77777777" w:rsidR="0087233C" w:rsidRDefault="008723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4A464" w14:textId="77777777" w:rsidR="0087233C" w:rsidRDefault="0087233C" w:rsidP="00C16ABF">
      <w:pPr>
        <w:spacing w:after="0" w:line="240" w:lineRule="auto"/>
      </w:pPr>
      <w:r>
        <w:separator/>
      </w:r>
    </w:p>
  </w:footnote>
  <w:footnote w:type="continuationSeparator" w:id="0">
    <w:p w14:paraId="3AAABD39" w14:textId="77777777" w:rsidR="0087233C" w:rsidRDefault="0087233C" w:rsidP="00C16ABF">
      <w:pPr>
        <w:spacing w:after="0" w:line="240" w:lineRule="auto"/>
      </w:pPr>
      <w:r>
        <w:continuationSeparator/>
      </w:r>
    </w:p>
  </w:footnote>
  <w:footnote w:id="1">
    <w:p w14:paraId="14E943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C33B27"/>
    <w:multiLevelType w:val="multilevel"/>
    <w:tmpl w:val="0CDE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40A"/>
    <w:rsid w:val="000048FD"/>
    <w:rsid w:val="0000778A"/>
    <w:rsid w:val="000077B4"/>
    <w:rsid w:val="0001097D"/>
    <w:rsid w:val="00015B8F"/>
    <w:rsid w:val="00022ECE"/>
    <w:rsid w:val="00042A51"/>
    <w:rsid w:val="00042D2E"/>
    <w:rsid w:val="00044C82"/>
    <w:rsid w:val="000610A3"/>
    <w:rsid w:val="00070ED6"/>
    <w:rsid w:val="000742DC"/>
    <w:rsid w:val="000818F9"/>
    <w:rsid w:val="00084C12"/>
    <w:rsid w:val="00091DD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D52"/>
    <w:rsid w:val="000D04B0"/>
    <w:rsid w:val="000D306E"/>
    <w:rsid w:val="000D789D"/>
    <w:rsid w:val="000F1C57"/>
    <w:rsid w:val="000F2BE8"/>
    <w:rsid w:val="000F5615"/>
    <w:rsid w:val="001045A1"/>
    <w:rsid w:val="00124BFF"/>
    <w:rsid w:val="0012560E"/>
    <w:rsid w:val="00127108"/>
    <w:rsid w:val="00134B13"/>
    <w:rsid w:val="0014254E"/>
    <w:rsid w:val="00145FAE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1E5"/>
    <w:rsid w:val="0018530D"/>
    <w:rsid w:val="00190469"/>
    <w:rsid w:val="00192F37"/>
    <w:rsid w:val="001A70D2"/>
    <w:rsid w:val="001B726F"/>
    <w:rsid w:val="001C23A2"/>
    <w:rsid w:val="001D657B"/>
    <w:rsid w:val="001D7B54"/>
    <w:rsid w:val="001E0209"/>
    <w:rsid w:val="001F2CA2"/>
    <w:rsid w:val="00213042"/>
    <w:rsid w:val="002144C0"/>
    <w:rsid w:val="0022477D"/>
    <w:rsid w:val="002278A9"/>
    <w:rsid w:val="002336F9"/>
    <w:rsid w:val="0024028F"/>
    <w:rsid w:val="00244ABC"/>
    <w:rsid w:val="00245D8B"/>
    <w:rsid w:val="00263D11"/>
    <w:rsid w:val="002665C3"/>
    <w:rsid w:val="00281FF2"/>
    <w:rsid w:val="002857DE"/>
    <w:rsid w:val="00291567"/>
    <w:rsid w:val="00295D83"/>
    <w:rsid w:val="002A2118"/>
    <w:rsid w:val="002A22BF"/>
    <w:rsid w:val="002A2389"/>
    <w:rsid w:val="002A2FDC"/>
    <w:rsid w:val="002A671D"/>
    <w:rsid w:val="002B4D55"/>
    <w:rsid w:val="002B5EA0"/>
    <w:rsid w:val="002B6119"/>
    <w:rsid w:val="002C1F06"/>
    <w:rsid w:val="002D3375"/>
    <w:rsid w:val="002D73D4"/>
    <w:rsid w:val="002D768C"/>
    <w:rsid w:val="002E0672"/>
    <w:rsid w:val="002F02A3"/>
    <w:rsid w:val="002F1416"/>
    <w:rsid w:val="002F4ABE"/>
    <w:rsid w:val="003018BA"/>
    <w:rsid w:val="0030395F"/>
    <w:rsid w:val="00305C92"/>
    <w:rsid w:val="003151C5"/>
    <w:rsid w:val="00333B19"/>
    <w:rsid w:val="003343CF"/>
    <w:rsid w:val="0033506F"/>
    <w:rsid w:val="003414BB"/>
    <w:rsid w:val="00344A5D"/>
    <w:rsid w:val="00346FE9"/>
    <w:rsid w:val="0034759A"/>
    <w:rsid w:val="003503F6"/>
    <w:rsid w:val="003530DD"/>
    <w:rsid w:val="00355CC1"/>
    <w:rsid w:val="00363F78"/>
    <w:rsid w:val="003778C2"/>
    <w:rsid w:val="003A0A5B"/>
    <w:rsid w:val="003A1176"/>
    <w:rsid w:val="003B1A89"/>
    <w:rsid w:val="003C0BAE"/>
    <w:rsid w:val="003D0D18"/>
    <w:rsid w:val="003D18A9"/>
    <w:rsid w:val="003D6CE2"/>
    <w:rsid w:val="003E1941"/>
    <w:rsid w:val="003E2FE6"/>
    <w:rsid w:val="003E49D5"/>
    <w:rsid w:val="003F205D"/>
    <w:rsid w:val="003F38C0"/>
    <w:rsid w:val="00407272"/>
    <w:rsid w:val="004112E5"/>
    <w:rsid w:val="00411D9C"/>
    <w:rsid w:val="00411FED"/>
    <w:rsid w:val="00414E3C"/>
    <w:rsid w:val="0042244A"/>
    <w:rsid w:val="0042745A"/>
    <w:rsid w:val="00431D5C"/>
    <w:rsid w:val="004362C6"/>
    <w:rsid w:val="00437DD5"/>
    <w:rsid w:val="00437FA2"/>
    <w:rsid w:val="00445970"/>
    <w:rsid w:val="00452371"/>
    <w:rsid w:val="004571D4"/>
    <w:rsid w:val="00461EFC"/>
    <w:rsid w:val="004652C2"/>
    <w:rsid w:val="004705EF"/>
    <w:rsid w:val="004706D1"/>
    <w:rsid w:val="00471326"/>
    <w:rsid w:val="0047598D"/>
    <w:rsid w:val="004840FD"/>
    <w:rsid w:val="00490F7D"/>
    <w:rsid w:val="00491678"/>
    <w:rsid w:val="004968E2"/>
    <w:rsid w:val="004972E0"/>
    <w:rsid w:val="004A3A6A"/>
    <w:rsid w:val="004A3EEA"/>
    <w:rsid w:val="004A4D1F"/>
    <w:rsid w:val="004B2793"/>
    <w:rsid w:val="004B3F0E"/>
    <w:rsid w:val="004C5F3B"/>
    <w:rsid w:val="004D1750"/>
    <w:rsid w:val="004D31C0"/>
    <w:rsid w:val="004D405B"/>
    <w:rsid w:val="004D5282"/>
    <w:rsid w:val="004E2ED3"/>
    <w:rsid w:val="004F1551"/>
    <w:rsid w:val="004F33C6"/>
    <w:rsid w:val="004F55A3"/>
    <w:rsid w:val="0050199B"/>
    <w:rsid w:val="0050496F"/>
    <w:rsid w:val="00511744"/>
    <w:rsid w:val="005124D0"/>
    <w:rsid w:val="00513B6F"/>
    <w:rsid w:val="00517C63"/>
    <w:rsid w:val="0053432C"/>
    <w:rsid w:val="00534843"/>
    <w:rsid w:val="005363C4"/>
    <w:rsid w:val="00536BDE"/>
    <w:rsid w:val="00543ACC"/>
    <w:rsid w:val="0056696D"/>
    <w:rsid w:val="005770CB"/>
    <w:rsid w:val="0058763C"/>
    <w:rsid w:val="0059484D"/>
    <w:rsid w:val="005A0855"/>
    <w:rsid w:val="005A1D5C"/>
    <w:rsid w:val="005A3196"/>
    <w:rsid w:val="005B4E0F"/>
    <w:rsid w:val="005C080F"/>
    <w:rsid w:val="005C55E5"/>
    <w:rsid w:val="005C696A"/>
    <w:rsid w:val="005E4034"/>
    <w:rsid w:val="005E6E85"/>
    <w:rsid w:val="005F31D2"/>
    <w:rsid w:val="005F76A3"/>
    <w:rsid w:val="0060081B"/>
    <w:rsid w:val="0061029B"/>
    <w:rsid w:val="00617230"/>
    <w:rsid w:val="00621CE1"/>
    <w:rsid w:val="00627FC9"/>
    <w:rsid w:val="00641024"/>
    <w:rsid w:val="00647FA8"/>
    <w:rsid w:val="00650C5F"/>
    <w:rsid w:val="00654934"/>
    <w:rsid w:val="006620D9"/>
    <w:rsid w:val="00671958"/>
    <w:rsid w:val="00675843"/>
    <w:rsid w:val="006777E2"/>
    <w:rsid w:val="00695868"/>
    <w:rsid w:val="00696477"/>
    <w:rsid w:val="006A77D2"/>
    <w:rsid w:val="006B1258"/>
    <w:rsid w:val="006D050F"/>
    <w:rsid w:val="006D6139"/>
    <w:rsid w:val="006E5D65"/>
    <w:rsid w:val="006F1282"/>
    <w:rsid w:val="006F1FBC"/>
    <w:rsid w:val="006F25D3"/>
    <w:rsid w:val="006F31E2"/>
    <w:rsid w:val="00703A9B"/>
    <w:rsid w:val="007059D4"/>
    <w:rsid w:val="00706544"/>
    <w:rsid w:val="007072BA"/>
    <w:rsid w:val="0071620A"/>
    <w:rsid w:val="00724677"/>
    <w:rsid w:val="00725459"/>
    <w:rsid w:val="007327BD"/>
    <w:rsid w:val="00734608"/>
    <w:rsid w:val="00745302"/>
    <w:rsid w:val="00745F26"/>
    <w:rsid w:val="007461D6"/>
    <w:rsid w:val="00746EC8"/>
    <w:rsid w:val="00763BF1"/>
    <w:rsid w:val="00766FD4"/>
    <w:rsid w:val="0077143B"/>
    <w:rsid w:val="0078168C"/>
    <w:rsid w:val="0078358B"/>
    <w:rsid w:val="00787C2A"/>
    <w:rsid w:val="00790E27"/>
    <w:rsid w:val="00793C8C"/>
    <w:rsid w:val="007A4022"/>
    <w:rsid w:val="007A6E6E"/>
    <w:rsid w:val="007B24BA"/>
    <w:rsid w:val="007B6B80"/>
    <w:rsid w:val="007C31FF"/>
    <w:rsid w:val="007C3299"/>
    <w:rsid w:val="007C3BCC"/>
    <w:rsid w:val="007C4546"/>
    <w:rsid w:val="007D6E56"/>
    <w:rsid w:val="007F0F14"/>
    <w:rsid w:val="007F2A2F"/>
    <w:rsid w:val="007F4155"/>
    <w:rsid w:val="0080460F"/>
    <w:rsid w:val="0081554D"/>
    <w:rsid w:val="0081707E"/>
    <w:rsid w:val="00820D44"/>
    <w:rsid w:val="0084159E"/>
    <w:rsid w:val="008449B3"/>
    <w:rsid w:val="008552A2"/>
    <w:rsid w:val="0085747A"/>
    <w:rsid w:val="0087233C"/>
    <w:rsid w:val="00882AD3"/>
    <w:rsid w:val="00884922"/>
    <w:rsid w:val="00885F64"/>
    <w:rsid w:val="008917F9"/>
    <w:rsid w:val="00892DD5"/>
    <w:rsid w:val="008960BB"/>
    <w:rsid w:val="008A2EED"/>
    <w:rsid w:val="008A45F7"/>
    <w:rsid w:val="008A65B1"/>
    <w:rsid w:val="008A6F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1E0"/>
    <w:rsid w:val="009508DF"/>
    <w:rsid w:val="00950DAC"/>
    <w:rsid w:val="0095185E"/>
    <w:rsid w:val="00954A07"/>
    <w:rsid w:val="00961134"/>
    <w:rsid w:val="00997F14"/>
    <w:rsid w:val="009A46B3"/>
    <w:rsid w:val="009A78D9"/>
    <w:rsid w:val="009B6EDB"/>
    <w:rsid w:val="009C3E31"/>
    <w:rsid w:val="009C54AE"/>
    <w:rsid w:val="009C788E"/>
    <w:rsid w:val="009D2810"/>
    <w:rsid w:val="009D3F3B"/>
    <w:rsid w:val="009E0543"/>
    <w:rsid w:val="009E3B41"/>
    <w:rsid w:val="009F3C5C"/>
    <w:rsid w:val="009F4610"/>
    <w:rsid w:val="00A00ECC"/>
    <w:rsid w:val="00A079F9"/>
    <w:rsid w:val="00A155EE"/>
    <w:rsid w:val="00A16930"/>
    <w:rsid w:val="00A2245B"/>
    <w:rsid w:val="00A30110"/>
    <w:rsid w:val="00A36899"/>
    <w:rsid w:val="00A371F6"/>
    <w:rsid w:val="00A43BF6"/>
    <w:rsid w:val="00A51C62"/>
    <w:rsid w:val="00A53FA5"/>
    <w:rsid w:val="00A54817"/>
    <w:rsid w:val="00A55361"/>
    <w:rsid w:val="00A601C8"/>
    <w:rsid w:val="00A60799"/>
    <w:rsid w:val="00A70747"/>
    <w:rsid w:val="00A77C29"/>
    <w:rsid w:val="00A77C77"/>
    <w:rsid w:val="00A80A69"/>
    <w:rsid w:val="00A84C85"/>
    <w:rsid w:val="00A97DA7"/>
    <w:rsid w:val="00A97DE1"/>
    <w:rsid w:val="00AB053C"/>
    <w:rsid w:val="00AB795B"/>
    <w:rsid w:val="00AD1146"/>
    <w:rsid w:val="00AD27D3"/>
    <w:rsid w:val="00AD3167"/>
    <w:rsid w:val="00AD66D6"/>
    <w:rsid w:val="00AD70C7"/>
    <w:rsid w:val="00AE1160"/>
    <w:rsid w:val="00AE203C"/>
    <w:rsid w:val="00AE28B7"/>
    <w:rsid w:val="00AE2E74"/>
    <w:rsid w:val="00AE57A3"/>
    <w:rsid w:val="00AE5F62"/>
    <w:rsid w:val="00AE5FCB"/>
    <w:rsid w:val="00AF2C1E"/>
    <w:rsid w:val="00B06142"/>
    <w:rsid w:val="00B135B1"/>
    <w:rsid w:val="00B1435F"/>
    <w:rsid w:val="00B169DF"/>
    <w:rsid w:val="00B3130B"/>
    <w:rsid w:val="00B31327"/>
    <w:rsid w:val="00B40ADB"/>
    <w:rsid w:val="00B43B77"/>
    <w:rsid w:val="00B43E80"/>
    <w:rsid w:val="00B52956"/>
    <w:rsid w:val="00B607DB"/>
    <w:rsid w:val="00B6211F"/>
    <w:rsid w:val="00B66529"/>
    <w:rsid w:val="00B70369"/>
    <w:rsid w:val="00B73E1E"/>
    <w:rsid w:val="00B75946"/>
    <w:rsid w:val="00B8056E"/>
    <w:rsid w:val="00B819C8"/>
    <w:rsid w:val="00B82308"/>
    <w:rsid w:val="00B90885"/>
    <w:rsid w:val="00BB36A5"/>
    <w:rsid w:val="00BB520A"/>
    <w:rsid w:val="00BB701D"/>
    <w:rsid w:val="00BD0227"/>
    <w:rsid w:val="00BD3869"/>
    <w:rsid w:val="00BD66E9"/>
    <w:rsid w:val="00BD6FF4"/>
    <w:rsid w:val="00BE7FF9"/>
    <w:rsid w:val="00BF2C41"/>
    <w:rsid w:val="00C058B4"/>
    <w:rsid w:val="00C05F44"/>
    <w:rsid w:val="00C075E3"/>
    <w:rsid w:val="00C131B5"/>
    <w:rsid w:val="00C16ABF"/>
    <w:rsid w:val="00C170AE"/>
    <w:rsid w:val="00C2215C"/>
    <w:rsid w:val="00C26CB7"/>
    <w:rsid w:val="00C324C1"/>
    <w:rsid w:val="00C36992"/>
    <w:rsid w:val="00C50189"/>
    <w:rsid w:val="00C56036"/>
    <w:rsid w:val="00C61DC5"/>
    <w:rsid w:val="00C67E92"/>
    <w:rsid w:val="00C70A26"/>
    <w:rsid w:val="00C766DF"/>
    <w:rsid w:val="00C82BE0"/>
    <w:rsid w:val="00C94B98"/>
    <w:rsid w:val="00CA2B96"/>
    <w:rsid w:val="00CA5089"/>
    <w:rsid w:val="00CB0452"/>
    <w:rsid w:val="00CB25FC"/>
    <w:rsid w:val="00CD6897"/>
    <w:rsid w:val="00CE5BAC"/>
    <w:rsid w:val="00CF25BE"/>
    <w:rsid w:val="00CF78ED"/>
    <w:rsid w:val="00D02B25"/>
    <w:rsid w:val="00D02EBA"/>
    <w:rsid w:val="00D17C3C"/>
    <w:rsid w:val="00D22B2D"/>
    <w:rsid w:val="00D26B2C"/>
    <w:rsid w:val="00D3397B"/>
    <w:rsid w:val="00D3479F"/>
    <w:rsid w:val="00D352C9"/>
    <w:rsid w:val="00D425B2"/>
    <w:rsid w:val="00D428D6"/>
    <w:rsid w:val="00D46397"/>
    <w:rsid w:val="00D53A04"/>
    <w:rsid w:val="00D552B2"/>
    <w:rsid w:val="00D608D1"/>
    <w:rsid w:val="00D63193"/>
    <w:rsid w:val="00D74119"/>
    <w:rsid w:val="00D8075B"/>
    <w:rsid w:val="00D8678B"/>
    <w:rsid w:val="00DA2114"/>
    <w:rsid w:val="00DC273F"/>
    <w:rsid w:val="00DE09C0"/>
    <w:rsid w:val="00DE2389"/>
    <w:rsid w:val="00DE4A14"/>
    <w:rsid w:val="00DF320D"/>
    <w:rsid w:val="00DF71C8"/>
    <w:rsid w:val="00DF7E45"/>
    <w:rsid w:val="00E01932"/>
    <w:rsid w:val="00E129B8"/>
    <w:rsid w:val="00E21E7D"/>
    <w:rsid w:val="00E22FBC"/>
    <w:rsid w:val="00E24BF5"/>
    <w:rsid w:val="00E25338"/>
    <w:rsid w:val="00E51E44"/>
    <w:rsid w:val="00E56EA0"/>
    <w:rsid w:val="00E63348"/>
    <w:rsid w:val="00E742AA"/>
    <w:rsid w:val="00E77E88"/>
    <w:rsid w:val="00E8107D"/>
    <w:rsid w:val="00E94C72"/>
    <w:rsid w:val="00E960BB"/>
    <w:rsid w:val="00EA2074"/>
    <w:rsid w:val="00EA4832"/>
    <w:rsid w:val="00EA4E9D"/>
    <w:rsid w:val="00EB2181"/>
    <w:rsid w:val="00EC3238"/>
    <w:rsid w:val="00EC4899"/>
    <w:rsid w:val="00ED03AB"/>
    <w:rsid w:val="00ED32D2"/>
    <w:rsid w:val="00EE32DE"/>
    <w:rsid w:val="00EE5457"/>
    <w:rsid w:val="00F05C81"/>
    <w:rsid w:val="00F070AB"/>
    <w:rsid w:val="00F101E1"/>
    <w:rsid w:val="00F17567"/>
    <w:rsid w:val="00F223AA"/>
    <w:rsid w:val="00F27A7B"/>
    <w:rsid w:val="00F526AF"/>
    <w:rsid w:val="00F617C3"/>
    <w:rsid w:val="00F61A26"/>
    <w:rsid w:val="00F7066B"/>
    <w:rsid w:val="00F73E69"/>
    <w:rsid w:val="00F824E4"/>
    <w:rsid w:val="00F83B28"/>
    <w:rsid w:val="00F974DA"/>
    <w:rsid w:val="00FA46E5"/>
    <w:rsid w:val="00FB2CF5"/>
    <w:rsid w:val="00FB7DBA"/>
    <w:rsid w:val="00FC1C25"/>
    <w:rsid w:val="00FC3F45"/>
    <w:rsid w:val="00FD503F"/>
    <w:rsid w:val="00FD7589"/>
    <w:rsid w:val="00FF016A"/>
    <w:rsid w:val="00FF1401"/>
    <w:rsid w:val="00FF5E7D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6B388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22B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B12E7-A7A9-4FEE-941C-0B33790AA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1047</Words>
  <Characters>6282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15</cp:revision>
  <cp:lastPrinted>2019-02-06T12:12:00Z</cp:lastPrinted>
  <dcterms:created xsi:type="dcterms:W3CDTF">2024-07-10T15:19:00Z</dcterms:created>
  <dcterms:modified xsi:type="dcterms:W3CDTF">2024-08-08T10:01:00Z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12aadb01e149502d1111182c394a6e4ee4bf25e95e1275c66a6454205d0d93a3</vt:lpwstr>
  </property>
</Properties>
</file>